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B8" w:rsidRDefault="002A51B8" w:rsidP="002A51B8">
      <w:pPr>
        <w:ind w:firstLineChars="100" w:firstLine="200"/>
        <w:rPr>
          <w:rFonts w:ascii="HGｺﾞｼｯｸM" w:eastAsia="HGｺﾞｼｯｸM" w:hAnsi="HGｺﾞｼｯｸE"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610225" cy="1057275"/>
                <wp:effectExtent l="0" t="0" r="28575" b="2857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022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51B8" w:rsidRDefault="002A51B8" w:rsidP="00A96702">
                            <w:pPr>
                              <w:pStyle w:val="a5"/>
                              <w:tabs>
                                <w:tab w:val="left" w:pos="426"/>
                                <w:tab w:val="center" w:pos="4592"/>
                              </w:tabs>
                              <w:spacing w:line="800" w:lineRule="exac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40"/>
                                <w:szCs w:val="40"/>
                              </w:rPr>
                              <w:t>～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  <w:t>妊婦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さん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  <w:t>、初めて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  <w:t>パパ・ママ向け～</w:t>
                            </w:r>
                          </w:p>
                          <w:p w:rsidR="00F62C59" w:rsidRDefault="002A51B8" w:rsidP="00A96702">
                            <w:pPr>
                              <w:pStyle w:val="a5"/>
                              <w:tabs>
                                <w:tab w:val="left" w:pos="426"/>
                                <w:tab w:val="center" w:pos="4592"/>
                              </w:tabs>
                              <w:spacing w:line="800" w:lineRule="exact"/>
                              <w:ind w:firstLineChars="100" w:firstLine="390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40"/>
                                <w:szCs w:val="40"/>
                              </w:rPr>
                              <w:t>森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40"/>
                                <w:szCs w:val="40"/>
                              </w:rPr>
                              <w:t>中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40"/>
                                <w:szCs w:val="40"/>
                              </w:rPr>
                              <w:t>で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72"/>
                                <w:szCs w:val="72"/>
                              </w:rPr>
                              <w:t>ハッピーママ</w:t>
                            </w:r>
                            <w:r w:rsidR="00A9670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72"/>
                                <w:szCs w:val="72"/>
                              </w:rPr>
                              <w:t>胎教</w:t>
                            </w:r>
                            <w:r w:rsidR="00C26C43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72"/>
                                <w:szCs w:val="72"/>
                              </w:rPr>
                              <w:t>講座</w:t>
                            </w:r>
                          </w:p>
                          <w:p w:rsidR="002A51B8" w:rsidRPr="002A51B8" w:rsidRDefault="002A51B8" w:rsidP="002A51B8">
                            <w:pPr>
                              <w:spacing w:line="60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Pr="002A51B8">
                              <w:rPr>
                                <w:rFonts w:ascii="HGP創英角ﾎﾟｯﾌﾟ体" w:eastAsia="HGP創英角ﾎﾟｯﾌﾟ体" w:hAnsi="HGP創英角ﾎﾟｯﾌﾟ体"/>
                                <w:color w:val="auto"/>
                                <w:sz w:val="48"/>
                                <w:szCs w:val="48"/>
                              </w:rPr>
                              <w:t>～</w:t>
                            </w:r>
                            <w:r w:rsidRPr="002A51B8">
                              <w:rPr>
                                <w:rFonts w:ascii="HGP創英角ﾎﾟｯﾌﾟ体" w:eastAsia="HGP創英角ﾎﾟｯﾌﾟ体" w:hAnsi="HGP創英角ﾎﾟｯﾌﾟ体" w:hint="eastAsia"/>
                                <w:color w:val="auto"/>
                                <w:sz w:val="48"/>
                                <w:szCs w:val="48"/>
                              </w:rPr>
                              <w:t>妊婦</w:t>
                            </w:r>
                            <w:r w:rsidRPr="002A51B8">
                              <w:rPr>
                                <w:rFonts w:ascii="HGP創英角ﾎﾟｯﾌﾟ体" w:eastAsia="HGP創英角ﾎﾟｯﾌﾟ体" w:hAnsi="HGP創英角ﾎﾟｯﾌﾟ体"/>
                                <w:color w:val="auto"/>
                                <w:sz w:val="48"/>
                                <w:szCs w:val="48"/>
                              </w:rPr>
                              <w:t>さん、初めてのパパ・ママ向け</w:t>
                            </w:r>
                            <w:r w:rsidRPr="002A51B8">
                              <w:rPr>
                                <w:rFonts w:ascii="HGP創英角ﾎﾟｯﾌﾟ体" w:eastAsia="HGP創英角ﾎﾟｯﾌﾟ体" w:hAnsi="HGP創英角ﾎﾟｯﾌﾟ体" w:hint="eastAsia"/>
                                <w:color w:val="auto"/>
                                <w:sz w:val="48"/>
                                <w:szCs w:val="48"/>
                              </w:rPr>
                              <w:t>～</w:t>
                            </w:r>
                          </w:p>
                          <w:p w:rsidR="002A51B8" w:rsidRPr="002A51B8" w:rsidRDefault="002A51B8" w:rsidP="002A51B8"/>
                          <w:p w:rsidR="002A51B8" w:rsidRPr="002A51B8" w:rsidRDefault="002A51B8" w:rsidP="002A51B8"/>
                          <w:p w:rsidR="002A51B8" w:rsidRDefault="002A51B8" w:rsidP="002A51B8"/>
                          <w:p w:rsidR="002A51B8" w:rsidRDefault="002A51B8" w:rsidP="002A51B8"/>
                          <w:p w:rsidR="002A51B8" w:rsidRPr="002A51B8" w:rsidRDefault="002A51B8" w:rsidP="002A51B8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0.55pt;margin-top:0;width:441.75pt;height:83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" filled="f" strokeweight=".5pt">
                <v:path arrowok="t"/>
                <v:textbox inset="5.85pt,.7pt,5.85pt,.7pt">
                  <w:txbxContent>
                    <w:p w:rsidR="002A51B8" w:rsidRDefault="002A51B8" w:rsidP="00A96702">
                      <w:pPr>
                        <w:pStyle w:val="a5"/>
                        <w:tabs>
                          <w:tab w:val="left" w:pos="426"/>
                          <w:tab w:val="center" w:pos="4592"/>
                        </w:tabs>
                        <w:spacing w:line="800" w:lineRule="exact"/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  <w:t>～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 w:val="40"/>
                          <w:szCs w:val="40"/>
                        </w:rPr>
                        <w:t>妊婦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  <w:t>さん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 w:val="40"/>
                          <w:szCs w:val="40"/>
                        </w:rPr>
                        <w:t>、初めて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  <w:t>の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 w:val="40"/>
                          <w:szCs w:val="40"/>
                        </w:rPr>
                        <w:t>パパ・ママ向け～</w:t>
                      </w:r>
                    </w:p>
                    <w:p w:rsidR="00F62C59" w:rsidRDefault="002A51B8" w:rsidP="00A96702">
                      <w:pPr>
                        <w:pStyle w:val="a5"/>
                        <w:tabs>
                          <w:tab w:val="left" w:pos="426"/>
                          <w:tab w:val="center" w:pos="4592"/>
                        </w:tabs>
                        <w:spacing w:line="800" w:lineRule="exact"/>
                        <w:ind w:firstLineChars="100" w:firstLine="390"/>
                        <w:rPr>
                          <w:rFonts w:ascii="Meiryo UI" w:eastAsia="Meiryo UI" w:hAnsi="Meiryo UI" w:cs="Meiryo UI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  <w:t>森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 w:val="40"/>
                          <w:szCs w:val="40"/>
                        </w:rPr>
                        <w:t>の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40"/>
                          <w:szCs w:val="40"/>
                        </w:rPr>
                        <w:t>中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 w:val="40"/>
                          <w:szCs w:val="40"/>
                        </w:rPr>
                        <w:t>で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72"/>
                          <w:szCs w:val="72"/>
                        </w:rPr>
                        <w:t>ハッピーママ</w:t>
                      </w:r>
                      <w:r w:rsidR="00A96702">
                        <w:rPr>
                          <w:rFonts w:ascii="Meiryo UI" w:eastAsia="Meiryo UI" w:hAnsi="Meiryo UI" w:cs="Meiryo UI" w:hint="eastAsia"/>
                          <w:color w:val="000000" w:themeColor="text1"/>
                          <w:sz w:val="72"/>
                          <w:szCs w:val="72"/>
                        </w:rPr>
                        <w:t>胎教</w:t>
                      </w:r>
                      <w:r w:rsidR="00C26C43">
                        <w:rPr>
                          <w:rFonts w:ascii="Meiryo UI" w:eastAsia="Meiryo UI" w:hAnsi="Meiryo UI" w:cs="Meiryo UI"/>
                          <w:color w:val="000000" w:themeColor="text1"/>
                          <w:sz w:val="72"/>
                          <w:szCs w:val="72"/>
                        </w:rPr>
                        <w:t>講座</w:t>
                      </w:r>
                    </w:p>
                    <w:p w:rsidR="002A51B8" w:rsidRPr="002A51B8" w:rsidRDefault="002A51B8" w:rsidP="002A51B8">
                      <w:pPr>
                        <w:spacing w:line="600" w:lineRule="exact"/>
                        <w:rPr>
                          <w:rFonts w:ascii="HGP創英角ﾎﾟｯﾌﾟ体" w:eastAsia="HGP創英角ﾎﾟｯﾌﾟ体" w:hAnsi="HGP創英角ﾎﾟｯﾌﾟ体" w:hint="eastAsia"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Pr="002A51B8">
                        <w:rPr>
                          <w:rFonts w:ascii="HGP創英角ﾎﾟｯﾌﾟ体" w:eastAsia="HGP創英角ﾎﾟｯﾌﾟ体" w:hAnsi="HGP創英角ﾎﾟｯﾌﾟ体"/>
                          <w:color w:val="auto"/>
                          <w:sz w:val="48"/>
                          <w:szCs w:val="48"/>
                        </w:rPr>
                        <w:t>～</w:t>
                      </w:r>
                      <w:r w:rsidRPr="002A51B8">
                        <w:rPr>
                          <w:rFonts w:ascii="HGP創英角ﾎﾟｯﾌﾟ体" w:eastAsia="HGP創英角ﾎﾟｯﾌﾟ体" w:hAnsi="HGP創英角ﾎﾟｯﾌﾟ体" w:hint="eastAsia"/>
                          <w:color w:val="auto"/>
                          <w:sz w:val="48"/>
                          <w:szCs w:val="48"/>
                        </w:rPr>
                        <w:t>妊婦</w:t>
                      </w:r>
                      <w:r w:rsidRPr="002A51B8">
                        <w:rPr>
                          <w:rFonts w:ascii="HGP創英角ﾎﾟｯﾌﾟ体" w:eastAsia="HGP創英角ﾎﾟｯﾌﾟ体" w:hAnsi="HGP創英角ﾎﾟｯﾌﾟ体"/>
                          <w:color w:val="auto"/>
                          <w:sz w:val="48"/>
                          <w:szCs w:val="48"/>
                        </w:rPr>
                        <w:t>さん、初めてのパパ・ママ向け</w:t>
                      </w:r>
                      <w:r w:rsidRPr="002A51B8">
                        <w:rPr>
                          <w:rFonts w:ascii="HGP創英角ﾎﾟｯﾌﾟ体" w:eastAsia="HGP創英角ﾎﾟｯﾌﾟ体" w:hAnsi="HGP創英角ﾎﾟｯﾌﾟ体" w:hint="eastAsia"/>
                          <w:color w:val="auto"/>
                          <w:sz w:val="48"/>
                          <w:szCs w:val="48"/>
                        </w:rPr>
                        <w:t>～</w:t>
                      </w:r>
                    </w:p>
                    <w:p w:rsidR="002A51B8" w:rsidRPr="002A51B8" w:rsidRDefault="002A51B8" w:rsidP="002A51B8">
                      <w:pPr>
                        <w:rPr>
                          <w:rFonts w:hint="eastAsia"/>
                        </w:rPr>
                      </w:pPr>
                    </w:p>
                    <w:p w:rsidR="002A51B8" w:rsidRPr="002A51B8" w:rsidRDefault="002A51B8" w:rsidP="002A51B8">
                      <w:pPr>
                        <w:rPr>
                          <w:rFonts w:hint="eastAsia"/>
                        </w:rPr>
                      </w:pPr>
                    </w:p>
                    <w:p w:rsidR="002A51B8" w:rsidRDefault="002A51B8" w:rsidP="002A51B8"/>
                    <w:p w:rsidR="002A51B8" w:rsidRDefault="002A51B8" w:rsidP="002A51B8"/>
                    <w:p w:rsidR="002A51B8" w:rsidRPr="002A51B8" w:rsidRDefault="002A51B8" w:rsidP="002A51B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-432435</wp:posOffset>
                </wp:positionV>
                <wp:extent cx="1390650" cy="28575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1DFB" w:rsidRPr="00A01DFB" w:rsidRDefault="007A197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i/>
                              </w:rPr>
                              <w:t>県立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i/>
                              </w:rPr>
                              <w:t>森林公園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58.3pt;margin-top:-34.05pt;width:109.5pt;height:22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" fillcolor="white [3201]" stroked="f" strokeweight=".5pt">
                <v:path arrowok="t"/>
                <v:textbox>
                  <w:txbxContent>
                    <w:p w:rsidR="00A01DFB" w:rsidRPr="00A01DFB" w:rsidRDefault="007A197E">
                      <w:pPr>
                        <w:rPr>
                          <w:rFonts w:ascii="ＭＳ Ｐゴシック" w:eastAsia="ＭＳ Ｐゴシック" w:hAnsi="ＭＳ Ｐゴシック"/>
                          <w:b/>
                          <w:i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i/>
                        </w:rPr>
                        <w:t>県立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i/>
                        </w:rPr>
                        <w:t>森林公園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197E" w:rsidRPr="002A51B8" w:rsidRDefault="002A51B8" w:rsidP="005556BD">
      <w:pPr>
        <w:spacing w:line="300" w:lineRule="exact"/>
        <w:ind w:leftChars="100" w:left="200" w:firstLineChars="100" w:firstLine="280"/>
        <w:rPr>
          <w:sz w:val="24"/>
          <w:szCs w:val="24"/>
        </w:rPr>
      </w:pPr>
      <w:r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おなか</w:t>
      </w:r>
      <w:r w:rsidR="00D70364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の赤ちゃんやベビー達と、森の中で、</w:t>
      </w:r>
      <w:r w:rsidR="0084069A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小</w:t>
      </w:r>
      <w:r w:rsidR="005556BD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鳥の</w:t>
      </w:r>
      <w:r w:rsidR="00D70364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さえずりや癒しの音楽</w:t>
      </w:r>
      <w:r w:rsidR="005556BD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を聴いて、出産の準備や子育てをしましょう</w:t>
      </w:r>
      <w:r w:rsidR="007A197E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！</w:t>
      </w:r>
    </w:p>
    <w:p w:rsidR="00C604BA" w:rsidRDefault="00C604BA" w:rsidP="00801CF3">
      <w:pPr>
        <w:pStyle w:val="a5"/>
        <w:spacing w:line="440" w:lineRule="exact"/>
        <w:ind w:leftChars="50" w:left="1184" w:hangingChars="400" w:hanging="1084"/>
        <w:rPr>
          <w:rFonts w:ascii="HGｺﾞｼｯｸM" w:eastAsia="HGｺﾞｼｯｸM" w:hAnsi="HGｺﾞｼｯｸE"/>
          <w:color w:val="000000" w:themeColor="text1"/>
          <w:sz w:val="28"/>
          <w:szCs w:val="28"/>
        </w:rPr>
      </w:pPr>
    </w:p>
    <w:p w:rsidR="00D70364" w:rsidRDefault="008574EC" w:rsidP="00541B96">
      <w:pPr>
        <w:pStyle w:val="a5"/>
        <w:spacing w:line="440" w:lineRule="exact"/>
        <w:ind w:leftChars="50" w:left="1184" w:hangingChars="400" w:hanging="1084"/>
        <w:rPr>
          <w:rFonts w:ascii="HGｺﾞｼｯｸM" w:eastAsia="HGｺﾞｼｯｸM" w:hAnsi="HGｺﾞｼｯｸE"/>
          <w:color w:val="000000" w:themeColor="text1"/>
          <w:sz w:val="28"/>
          <w:szCs w:val="28"/>
        </w:rPr>
      </w:pPr>
      <w:r w:rsidRPr="008574EC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日</w:t>
      </w:r>
      <w:r w:rsidR="004A4D0B" w:rsidRPr="008574EC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 xml:space="preserve">　時：平成</w:t>
      </w:r>
      <w:r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29</w:t>
      </w:r>
      <w:r w:rsidR="004A4D0B" w:rsidRPr="008574EC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年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10／</w:t>
      </w:r>
      <w:r w:rsidR="00541B96">
        <w:rPr>
          <w:rFonts w:ascii="HGｺﾞｼｯｸM" w:eastAsia="HGｺﾞｼｯｸM" w:hAnsi="HGｺﾞｼｯｸE"/>
          <w:color w:val="000000" w:themeColor="text1"/>
          <w:sz w:val="28"/>
          <w:szCs w:val="28"/>
        </w:rPr>
        <w:t>1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(</w:t>
      </w:r>
      <w:r w:rsidR="00D70364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日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),10／</w:t>
      </w:r>
      <w:r w:rsidR="00541B96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22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(</w:t>
      </w:r>
      <w:r w:rsidR="00D70364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日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),11／</w:t>
      </w:r>
      <w:r w:rsidR="00541B96">
        <w:rPr>
          <w:rFonts w:ascii="HGｺﾞｼｯｸM" w:eastAsia="HGｺﾞｼｯｸM" w:hAnsi="HGｺﾞｼｯｸE"/>
          <w:color w:val="000000" w:themeColor="text1"/>
          <w:sz w:val="28"/>
          <w:szCs w:val="28"/>
        </w:rPr>
        <w:t>12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(</w:t>
      </w:r>
      <w:r w:rsidR="00D70364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日</w:t>
      </w:r>
      <w:r w:rsidR="00541B96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),</w:t>
      </w:r>
    </w:p>
    <w:p w:rsidR="00541B96" w:rsidRPr="00D70364" w:rsidRDefault="00D70364" w:rsidP="00D70364">
      <w:pPr>
        <w:pStyle w:val="a5"/>
        <w:spacing w:line="440" w:lineRule="exact"/>
        <w:ind w:firstLineChars="450" w:firstLine="1220"/>
        <w:rPr>
          <w:rFonts w:ascii="HGｺﾞｼｯｸM" w:eastAsia="HGｺﾞｼｯｸM" w:hAnsi="HGｺﾞｼｯｸE"/>
          <w:color w:val="000000" w:themeColor="text1"/>
          <w:sz w:val="28"/>
          <w:szCs w:val="28"/>
        </w:rPr>
      </w:pPr>
      <w:r w:rsidRPr="008574EC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平成</w:t>
      </w:r>
      <w:r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30</w:t>
      </w:r>
      <w:r w:rsidRPr="008574EC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年</w:t>
      </w:r>
      <w:r w:rsidR="00541B96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1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／</w:t>
      </w:r>
      <w:r w:rsidR="00541B96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14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(</w:t>
      </w:r>
      <w:r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日</w:t>
      </w:r>
      <w:r w:rsidR="00D50719"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)</w:t>
      </w:r>
      <w:r>
        <w:rPr>
          <w:rFonts w:ascii="HGｺﾞｼｯｸM" w:eastAsia="HGｺﾞｼｯｸM" w:hAnsi="HGｺﾞｼｯｸE" w:hint="eastAsia"/>
          <w:color w:val="000000" w:themeColor="text1"/>
          <w:sz w:val="28"/>
          <w:szCs w:val="28"/>
        </w:rPr>
        <w:t>,2/18(日),3/11(日)</w:t>
      </w:r>
    </w:p>
    <w:p w:rsidR="0036327D" w:rsidRPr="008574EC" w:rsidRDefault="005556BD" w:rsidP="00541B96">
      <w:pPr>
        <w:pStyle w:val="a5"/>
        <w:spacing w:line="440" w:lineRule="exact"/>
        <w:ind w:leftChars="50" w:left="1184" w:hangingChars="400" w:hanging="1084"/>
        <w:rPr>
          <w:rFonts w:ascii="HGｺﾞｼｯｸM" w:eastAsia="HGｺﾞｼｯｸM"/>
          <w:color w:val="000000" w:themeColor="text1"/>
          <w:sz w:val="28"/>
          <w:szCs w:val="28"/>
        </w:rPr>
      </w:pPr>
      <w:r>
        <w:rPr>
          <w:rFonts w:ascii="HGｺﾞｼｯｸM" w:eastAsia="HGｺﾞｼｯｸM" w:hint="eastAsia"/>
          <w:color w:val="000000" w:themeColor="text1"/>
          <w:sz w:val="28"/>
          <w:szCs w:val="28"/>
        </w:rPr>
        <w:t>対　象</w:t>
      </w:r>
      <w:r w:rsidR="0036327D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：</w:t>
      </w:r>
      <w:r w:rsidR="0084069A">
        <w:rPr>
          <w:rFonts w:ascii="HGｺﾞｼｯｸM" w:eastAsia="HGｺﾞｼｯｸM" w:hint="eastAsia"/>
          <w:color w:val="000000" w:themeColor="text1"/>
          <w:sz w:val="28"/>
          <w:szCs w:val="28"/>
        </w:rPr>
        <w:t>妊娠３ｹ月以上の</w:t>
      </w:r>
      <w:r>
        <w:rPr>
          <w:rFonts w:ascii="HGｺﾞｼｯｸM" w:eastAsia="HGｺﾞｼｯｸM" w:hint="eastAsia"/>
          <w:color w:val="000000" w:themeColor="text1"/>
          <w:sz w:val="28"/>
          <w:szCs w:val="28"/>
        </w:rPr>
        <w:t>お母さん　又は　２ヶ月から</w:t>
      </w:r>
      <w:r w:rsidR="00541B96">
        <w:rPr>
          <w:rFonts w:ascii="HGｺﾞｼｯｸM" w:eastAsia="HGｺﾞｼｯｸM" w:hint="eastAsia"/>
          <w:color w:val="000000" w:themeColor="text1"/>
          <w:sz w:val="28"/>
          <w:szCs w:val="28"/>
        </w:rPr>
        <w:t>６ヶ</w:t>
      </w:r>
      <w:r>
        <w:rPr>
          <w:rFonts w:ascii="HGｺﾞｼｯｸM" w:eastAsia="HGｺﾞｼｯｸM" w:hint="eastAsia"/>
          <w:color w:val="000000" w:themeColor="text1"/>
          <w:sz w:val="28"/>
          <w:szCs w:val="28"/>
        </w:rPr>
        <w:t>月</w:t>
      </w:r>
      <w:r w:rsidR="00A96702">
        <w:rPr>
          <w:rFonts w:ascii="HGｺﾞｼｯｸM" w:eastAsia="HGｺﾞｼｯｸM" w:hint="eastAsia"/>
          <w:color w:val="000000" w:themeColor="text1"/>
          <w:sz w:val="28"/>
          <w:szCs w:val="28"/>
        </w:rPr>
        <w:t>のお子</w:t>
      </w:r>
      <w:r w:rsidR="00541B96">
        <w:rPr>
          <w:rFonts w:ascii="HGｺﾞｼｯｸM" w:eastAsia="HGｺﾞｼｯｸM" w:hint="eastAsia"/>
          <w:color w:val="000000" w:themeColor="text1"/>
          <w:sz w:val="28"/>
          <w:szCs w:val="28"/>
        </w:rPr>
        <w:t>さんとお母さん１５組</w:t>
      </w:r>
      <w:r w:rsidR="0036327D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（</w:t>
      </w:r>
      <w:r w:rsidR="00515328">
        <w:rPr>
          <w:rFonts w:ascii="HGｺﾞｼｯｸM" w:eastAsia="HGｺﾞｼｯｸM" w:hint="eastAsia"/>
          <w:color w:val="000000" w:themeColor="text1"/>
          <w:sz w:val="28"/>
          <w:szCs w:val="28"/>
        </w:rPr>
        <w:t>応募多数</w:t>
      </w:r>
      <w:r w:rsidR="0036327D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の場合は抽選）</w:t>
      </w:r>
    </w:p>
    <w:p w:rsidR="003376A6" w:rsidRPr="008574EC" w:rsidRDefault="0036327D" w:rsidP="00801CF3">
      <w:pPr>
        <w:pStyle w:val="a5"/>
        <w:spacing w:line="440" w:lineRule="exact"/>
        <w:ind w:firstLineChars="50" w:firstLine="136"/>
        <w:rPr>
          <w:rFonts w:ascii="HGｺﾞｼｯｸM" w:eastAsia="HGｺﾞｼｯｸM"/>
          <w:color w:val="000000" w:themeColor="text1"/>
          <w:sz w:val="28"/>
          <w:szCs w:val="28"/>
        </w:rPr>
      </w:pPr>
      <w:r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場</w:t>
      </w:r>
      <w:r w:rsidR="003376A6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 xml:space="preserve">　</w:t>
      </w:r>
      <w:r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所：</w:t>
      </w:r>
      <w:r w:rsidR="00515328">
        <w:rPr>
          <w:rFonts w:ascii="HGｺﾞｼｯｸM" w:eastAsia="HGｺﾞｼｯｸM" w:hint="eastAsia"/>
          <w:color w:val="000000" w:themeColor="text1"/>
          <w:sz w:val="28"/>
          <w:szCs w:val="28"/>
        </w:rPr>
        <w:t>県立</w:t>
      </w:r>
      <w:r w:rsidR="005556BD">
        <w:rPr>
          <w:rFonts w:ascii="HGｺﾞｼｯｸM" w:eastAsia="HGｺﾞｼｯｸM" w:hint="eastAsia"/>
          <w:color w:val="000000" w:themeColor="text1"/>
          <w:sz w:val="28"/>
          <w:szCs w:val="28"/>
        </w:rPr>
        <w:t>森林公園　バードピア内</w:t>
      </w:r>
    </w:p>
    <w:p w:rsidR="005556BD" w:rsidRDefault="008574EC" w:rsidP="00801CF3">
      <w:pPr>
        <w:pStyle w:val="a5"/>
        <w:spacing w:line="440" w:lineRule="exact"/>
        <w:ind w:firstLineChars="50" w:firstLine="136"/>
        <w:rPr>
          <w:rFonts w:ascii="HGｺﾞｼｯｸM" w:eastAsia="HGｺﾞｼｯｸM"/>
          <w:color w:val="000000" w:themeColor="text1"/>
          <w:sz w:val="28"/>
          <w:szCs w:val="28"/>
        </w:rPr>
      </w:pPr>
      <w:r>
        <w:rPr>
          <w:rFonts w:ascii="HGｺﾞｼｯｸM" w:eastAsia="HGｺﾞｼｯｸM" w:hint="eastAsia"/>
          <w:color w:val="000000" w:themeColor="text1"/>
          <w:sz w:val="28"/>
          <w:szCs w:val="28"/>
        </w:rPr>
        <w:t>参加費</w:t>
      </w:r>
      <w:r w:rsidR="0036327D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：</w:t>
      </w:r>
      <w:r w:rsidR="005556BD">
        <w:rPr>
          <w:rFonts w:ascii="HGｺﾞｼｯｸM" w:eastAsia="HGｺﾞｼｯｸM" w:hint="eastAsia"/>
          <w:color w:val="000000" w:themeColor="text1"/>
          <w:sz w:val="28"/>
          <w:szCs w:val="28"/>
        </w:rPr>
        <w:t>１回７００</w:t>
      </w:r>
      <w:r w:rsidR="0036327D" w:rsidRPr="008574EC">
        <w:rPr>
          <w:rFonts w:ascii="HGｺﾞｼｯｸM" w:eastAsia="HGｺﾞｼｯｸM" w:hint="eastAsia"/>
          <w:color w:val="000000" w:themeColor="text1"/>
          <w:sz w:val="28"/>
          <w:szCs w:val="28"/>
        </w:rPr>
        <w:t>円</w:t>
      </w:r>
      <w:r w:rsidR="005556BD">
        <w:rPr>
          <w:rFonts w:ascii="HGｺﾞｼｯｸM" w:eastAsia="HGｺﾞｼｯｸM" w:hint="eastAsia"/>
          <w:color w:val="000000" w:themeColor="text1"/>
          <w:sz w:val="28"/>
          <w:szCs w:val="28"/>
        </w:rPr>
        <w:t>(参加できる回数をお申し出下さい)。</w:t>
      </w:r>
    </w:p>
    <w:p w:rsidR="003376A6" w:rsidRPr="008574EC" w:rsidRDefault="005556BD" w:rsidP="005556BD">
      <w:pPr>
        <w:pStyle w:val="a5"/>
        <w:spacing w:line="440" w:lineRule="exact"/>
        <w:ind w:firstLineChars="450" w:firstLine="1220"/>
        <w:rPr>
          <w:rFonts w:ascii="HGｺﾞｼｯｸM" w:eastAsia="HGｺﾞｼｯｸM" w:hAnsi="ＭＳ 明朝" w:cs="ＭＳ 明朝"/>
          <w:color w:val="000000" w:themeColor="text1"/>
          <w:sz w:val="28"/>
          <w:szCs w:val="28"/>
        </w:rPr>
      </w:pPr>
      <w:r>
        <w:rPr>
          <w:rFonts w:ascii="HGｺﾞｼｯｸM" w:eastAsia="HGｺﾞｼｯｸM" w:hint="eastAsia"/>
          <w:color w:val="000000" w:themeColor="text1"/>
          <w:sz w:val="28"/>
          <w:szCs w:val="28"/>
        </w:rPr>
        <w:t>パパは</w:t>
      </w:r>
      <w:r w:rsidRPr="005556BD">
        <w:rPr>
          <w:rFonts w:ascii="HGｺﾞｼｯｸM" w:eastAsia="HGｺﾞｼｯｸM" w:hint="eastAsia"/>
          <w:color w:val="000000" w:themeColor="text1"/>
          <w:sz w:val="28"/>
          <w:szCs w:val="28"/>
        </w:rPr>
        <w:t>１回</w:t>
      </w:r>
      <w:r>
        <w:rPr>
          <w:rFonts w:ascii="HGｺﾞｼｯｸM" w:eastAsia="HGｺﾞｼｯｸM" w:hint="eastAsia"/>
          <w:color w:val="000000" w:themeColor="text1"/>
          <w:sz w:val="28"/>
          <w:szCs w:val="28"/>
        </w:rPr>
        <w:t>５</w:t>
      </w:r>
      <w:r w:rsidRPr="005556BD">
        <w:rPr>
          <w:rFonts w:ascii="HGｺﾞｼｯｸM" w:eastAsia="HGｺﾞｼｯｸM" w:hint="eastAsia"/>
          <w:color w:val="000000" w:themeColor="text1"/>
          <w:sz w:val="28"/>
          <w:szCs w:val="28"/>
        </w:rPr>
        <w:t>００円</w:t>
      </w:r>
      <w:r>
        <w:rPr>
          <w:rFonts w:ascii="HGｺﾞｼｯｸM" w:eastAsia="HGｺﾞｼｯｸM" w:hAnsi="ＭＳ 明朝" w:cs="ＭＳ 明朝" w:hint="eastAsia"/>
          <w:color w:val="000000" w:themeColor="text1"/>
          <w:sz w:val="28"/>
          <w:szCs w:val="28"/>
        </w:rPr>
        <w:t xml:space="preserve">　</w:t>
      </w:r>
    </w:p>
    <w:p w:rsidR="0036327D" w:rsidRDefault="00E500F0" w:rsidP="007A197E">
      <w:pPr>
        <w:pStyle w:val="a5"/>
        <w:spacing w:line="440" w:lineRule="exact"/>
        <w:ind w:leftChars="50" w:left="3754" w:hangingChars="350" w:hanging="3654"/>
        <w:rPr>
          <w:rFonts w:ascii="HGｺﾞｼｯｸM" w:eastAsia="HGｺﾞｼｯｸM" w:hAnsi="HGｺﾞｼｯｸE" w:cs="ＭＳ 明朝"/>
          <w:color w:val="000000" w:themeColor="text1"/>
          <w:sz w:val="28"/>
          <w:szCs w:val="28"/>
        </w:rPr>
      </w:pPr>
      <w:r w:rsidRPr="00E500F0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1658620</wp:posOffset>
            </wp:positionH>
            <wp:positionV relativeFrom="paragraph">
              <wp:posOffset>382905</wp:posOffset>
            </wp:positionV>
            <wp:extent cx="2562225" cy="1973580"/>
            <wp:effectExtent l="0" t="0" r="9525" b="7620"/>
            <wp:wrapNone/>
            <wp:docPr id="1" name="図 1" descr="C:\Users\user\Documents\H29年度関係(写真)\H29.06.16もうすぐママ\s-IMGP2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H29年度関係(写真)\H29.06.16もうすぐママ\s-IMGP28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4EC">
        <w:rPr>
          <w:rFonts w:ascii="HGｺﾞｼｯｸM" w:eastAsia="HGｺﾞｼｯｸM" w:hAnsi="HGｺﾞｼｯｸE" w:cs="ＭＳ 明朝" w:hint="eastAsia"/>
          <w:color w:val="000000" w:themeColor="text1"/>
          <w:sz w:val="28"/>
          <w:szCs w:val="28"/>
        </w:rPr>
        <w:t>持ち物：</w:t>
      </w:r>
      <w:r w:rsidR="005556BD">
        <w:rPr>
          <w:rFonts w:ascii="HGｺﾞｼｯｸM" w:eastAsia="HGｺﾞｼｯｸM" w:hAnsi="HGｺﾞｼｯｸE" w:cs="ＭＳ 明朝" w:hint="eastAsia"/>
          <w:color w:val="000000" w:themeColor="text1"/>
          <w:sz w:val="28"/>
          <w:szCs w:val="28"/>
        </w:rPr>
        <w:t>筆記用具</w:t>
      </w:r>
    </w:p>
    <w:p w:rsidR="00FA68FF" w:rsidRPr="00C604BA" w:rsidRDefault="00FA68FF" w:rsidP="00FA68FF"/>
    <w:p w:rsidR="00F62C59" w:rsidRDefault="00F62C59" w:rsidP="00F62C59"/>
    <w:p w:rsidR="00F62C59" w:rsidRDefault="00F62C59" w:rsidP="00F62C59"/>
    <w:p w:rsidR="00F62C59" w:rsidRDefault="00F62C59" w:rsidP="00F62C59"/>
    <w:p w:rsidR="00F62C59" w:rsidRDefault="00F62C59" w:rsidP="00F62C59"/>
    <w:p w:rsidR="00F62C59" w:rsidRDefault="0015435D" w:rsidP="00F62C5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1658620</wp:posOffset>
                </wp:positionH>
                <wp:positionV relativeFrom="paragraph">
                  <wp:posOffset>181610</wp:posOffset>
                </wp:positionV>
                <wp:extent cx="2638425" cy="266700"/>
                <wp:effectExtent l="0" t="0" r="28575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1CF3" w:rsidRDefault="00801CF3" w:rsidP="000275A5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A9670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E37CF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胎教</w:t>
                            </w:r>
                            <w:r w:rsidR="00E37CFF">
                              <w:rPr>
                                <w:sz w:val="22"/>
                                <w:szCs w:val="22"/>
                              </w:rPr>
                              <w:t>音楽を</w:t>
                            </w:r>
                            <w:r w:rsidR="00A9670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胎児</w:t>
                            </w:r>
                            <w:r w:rsidR="00A96702">
                              <w:rPr>
                                <w:sz w:val="22"/>
                                <w:szCs w:val="22"/>
                              </w:rPr>
                              <w:t>に</w:t>
                            </w:r>
                            <w:r w:rsidR="00A9670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聴かせる様子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margin-left:130.6pt;margin-top:14.3pt;width:207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" fillcolor="white [3201]" strokeweight=".5pt">
                <v:path arrowok="t"/>
                <v:textbox>
                  <w:txbxContent>
                    <w:p w:rsidR="00801CF3" w:rsidRDefault="00801CF3" w:rsidP="000275A5">
                      <w:pPr>
                        <w:spacing w:line="200" w:lineRule="exact"/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="00A96702">
                        <w:rPr>
                          <w:rFonts w:hint="eastAsia"/>
                          <w:sz w:val="22"/>
                          <w:szCs w:val="22"/>
                        </w:rPr>
                        <w:t xml:space="preserve">　</w:t>
                      </w:r>
                      <w:r w:rsidR="00E37CFF">
                        <w:rPr>
                          <w:rFonts w:hint="eastAsia"/>
                          <w:sz w:val="22"/>
                          <w:szCs w:val="22"/>
                        </w:rPr>
                        <w:t>胎教</w:t>
                      </w:r>
                      <w:r w:rsidR="00E37CFF">
                        <w:rPr>
                          <w:sz w:val="22"/>
                          <w:szCs w:val="22"/>
                        </w:rPr>
                        <w:t>音楽を</w:t>
                      </w:r>
                      <w:r w:rsidR="00A96702">
                        <w:rPr>
                          <w:rFonts w:hint="eastAsia"/>
                          <w:sz w:val="22"/>
                          <w:szCs w:val="22"/>
                        </w:rPr>
                        <w:t>胎児</w:t>
                      </w:r>
                      <w:r w:rsidR="00A96702">
                        <w:rPr>
                          <w:sz w:val="22"/>
                          <w:szCs w:val="22"/>
                        </w:rPr>
                        <w:t>に</w:t>
                      </w:r>
                      <w:r w:rsidR="00A96702">
                        <w:rPr>
                          <w:rFonts w:hint="eastAsia"/>
                          <w:sz w:val="22"/>
                          <w:szCs w:val="22"/>
                        </w:rPr>
                        <w:t>聴かせる様子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01CF3" w:rsidRDefault="00801CF3" w:rsidP="00801CF3">
      <w:pPr>
        <w:pStyle w:val="af0"/>
        <w:spacing w:before="0"/>
        <w:ind w:right="2400"/>
        <w:jc w:val="both"/>
        <w:rPr>
          <w:rFonts w:ascii="Meiryo UI" w:eastAsia="Meiryo UI" w:hAnsi="Meiryo UI" w:cs="Meiryo UI"/>
          <w:color w:val="000000" w:themeColor="text1"/>
          <w:sz w:val="28"/>
          <w:szCs w:val="28"/>
          <w:lang w:val="ja-JP"/>
        </w:rPr>
      </w:pPr>
      <w:bookmarkStart w:id="0" w:name="_GoBack"/>
      <w:bookmarkEnd w:id="0"/>
    </w:p>
    <w:p w:rsidR="00801CF3" w:rsidRDefault="00801CF3" w:rsidP="00801CF3">
      <w:pPr>
        <w:pStyle w:val="af0"/>
        <w:spacing w:before="0"/>
        <w:ind w:right="2400"/>
        <w:jc w:val="both"/>
        <w:rPr>
          <w:rFonts w:ascii="Meiryo UI" w:eastAsia="Meiryo UI" w:hAnsi="Meiryo UI" w:cs="Meiryo UI"/>
          <w:color w:val="000000" w:themeColor="text1"/>
          <w:sz w:val="28"/>
          <w:szCs w:val="28"/>
          <w:lang w:val="ja-JP"/>
        </w:rPr>
      </w:pPr>
    </w:p>
    <w:p w:rsidR="00801CF3" w:rsidRDefault="00F62C59" w:rsidP="00C604BA">
      <w:pPr>
        <w:pStyle w:val="af0"/>
        <w:spacing w:before="0"/>
        <w:ind w:right="2400"/>
        <w:jc w:val="both"/>
        <w:rPr>
          <w:rFonts w:ascii="Meiryo UI" w:eastAsia="Meiryo UI" w:hAnsi="Meiryo UI" w:cs="Meiryo UI"/>
          <w:color w:val="000000" w:themeColor="text1"/>
          <w:sz w:val="28"/>
          <w:szCs w:val="28"/>
          <w:lang w:val="ja-JP"/>
        </w:rPr>
      </w:pPr>
      <w:r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>※</w:t>
      </w:r>
      <w:r w:rsidR="00C604BA"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 xml:space="preserve">主催　</w:t>
      </w:r>
      <w:r w:rsidR="00D70364"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>ＮＰＯ法人　あそび子育て研究協会</w:t>
      </w:r>
    </w:p>
    <w:p w:rsidR="00801CF3" w:rsidRDefault="00D50719" w:rsidP="00801CF3">
      <w:pPr>
        <w:rPr>
          <w:lang w:val="ja-JP"/>
        </w:rPr>
      </w:pPr>
      <w:r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 xml:space="preserve">※共催　</w:t>
      </w:r>
      <w:r w:rsidRPr="00F62C59"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>県立森林公園バードピア</w:t>
      </w:r>
      <w:r>
        <w:rPr>
          <w:rFonts w:ascii="Meiryo UI" w:eastAsia="Meiryo UI" w:hAnsi="Meiryo UI" w:cs="Meiryo UI" w:hint="eastAsia"/>
          <w:color w:val="000000" w:themeColor="text1"/>
          <w:sz w:val="28"/>
          <w:szCs w:val="28"/>
          <w:lang w:val="ja-JP"/>
        </w:rPr>
        <w:t>浜北</w:t>
      </w:r>
    </w:p>
    <w:p w:rsidR="00C604BA" w:rsidRPr="00801CF3" w:rsidRDefault="002A51B8" w:rsidP="00801CF3">
      <w:pPr>
        <w:rPr>
          <w:lang w:val="ja-JP"/>
        </w:rPr>
      </w:pPr>
      <w:r>
        <w:rPr>
          <w:rFonts w:ascii="Calibri" w:hAnsi="Calibri" w:cs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-113030</wp:posOffset>
                </wp:positionH>
                <wp:positionV relativeFrom="paragraph">
                  <wp:posOffset>198120</wp:posOffset>
                </wp:positionV>
                <wp:extent cx="6410325" cy="952500"/>
                <wp:effectExtent l="0" t="0" r="28575" b="19050"/>
                <wp:wrapNone/>
                <wp:docPr id="10" name="角丸四角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2AA6" w:rsidRPr="009C2AA6" w:rsidRDefault="009C2AA6" w:rsidP="009C2AA6">
                            <w:pPr>
                              <w:spacing w:line="300" w:lineRule="exact"/>
                              <w:ind w:left="1440" w:hangingChars="600" w:hanging="144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9C2AA6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お問い合わせ先</w:t>
                            </w:r>
                          </w:p>
                          <w:p w:rsidR="00950363" w:rsidRDefault="00950363" w:rsidP="009C2AA6">
                            <w:pPr>
                              <w:spacing w:line="300" w:lineRule="exact"/>
                              <w:ind w:left="1440" w:hangingChars="600" w:hanging="1440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行事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 xml:space="preserve">運営　</w:t>
                            </w:r>
                            <w:r w:rsidR="00D70364" w:rsidRPr="00D70364">
                              <w:rPr>
                                <w:rFonts w:ascii="ＭＳ Ｐゴシック" w:eastAsia="ＭＳ Ｐゴシック" w:hAnsi="ＭＳ Ｐゴシック" w:cs="Meiryo UI" w:hint="eastAsia"/>
                                <w:color w:val="000000" w:themeColor="text1"/>
                                <w:sz w:val="28"/>
                                <w:szCs w:val="28"/>
                                <w:lang w:val="ja-JP"/>
                              </w:rPr>
                              <w:t>ＮＰＯ法人　あそび子育て研究協会</w:t>
                            </w:r>
                            <w:r w:rsidR="00917F31">
                              <w:rPr>
                                <w:rFonts w:ascii="ＭＳ Ｐゴシック" w:eastAsia="ＭＳ Ｐゴシック" w:hAnsi="ＭＳ Ｐゴシック" w:cs="Meiryo UI"/>
                                <w:color w:val="000000" w:themeColor="text1"/>
                                <w:sz w:val="28"/>
                                <w:szCs w:val="28"/>
                                <w:lang w:val="ja-JP"/>
                              </w:rPr>
                              <w:t xml:space="preserve">　</w:t>
                            </w:r>
                            <w:r w:rsidR="00917F31">
                              <w:rPr>
                                <w:rFonts w:ascii="ＭＳ Ｐゴシック" w:eastAsia="ＭＳ Ｐゴシック" w:hAnsi="ＭＳ Ｐゴシック" w:cs="Meiryo UI" w:hint="eastAsia"/>
                                <w:color w:val="000000" w:themeColor="text1"/>
                                <w:sz w:val="28"/>
                                <w:szCs w:val="28"/>
                                <w:lang w:val="ja-JP"/>
                              </w:rPr>
                              <w:t>携帯</w:t>
                            </w:r>
                            <w:r w:rsidR="00917F31"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：</w:t>
                            </w:r>
                            <w:r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９０</w:t>
                            </w:r>
                            <w:r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－</w:t>
                            </w:r>
                            <w:r w:rsidR="00D70364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７０３６</w:t>
                            </w:r>
                            <w:r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－</w:t>
                            </w:r>
                            <w:r w:rsidR="00D70364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>６４５４</w:t>
                            </w:r>
                          </w:p>
                          <w:p w:rsidR="009C2AA6" w:rsidRPr="009C2AA6" w:rsidRDefault="00950363" w:rsidP="009C2AA6">
                            <w:pPr>
                              <w:spacing w:line="300" w:lineRule="exact"/>
                              <w:ind w:left="1440" w:hangingChars="600" w:hanging="1440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企画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 xml:space="preserve">広報　</w:t>
                            </w:r>
                            <w:r w:rsidR="009C2AA6" w:rsidRPr="009C2AA6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静岡県立森林公園　バードピア浜北</w:t>
                            </w:r>
                            <w:r w:rsidR="009C2AA6"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C2AA6" w:rsidRPr="009C2AA6">
                              <w:rPr>
                                <w:rFonts w:ascii="ＭＳ Ｐゴシック" w:eastAsia="ＭＳ Ｐゴシック" w:hAnsi="ＭＳ Ｐゴシック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D70364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C2AA6" w:rsidRPr="00D70364">
                              <w:rPr>
                                <w:rFonts w:ascii="ＭＳ ゴシック" w:eastAsia="ＭＳ ゴシック" w:hAnsi="ＭＳ ゴシック" w:hint="eastAsia"/>
                                <w:w w:val="150"/>
                                <w:sz w:val="24"/>
                                <w:szCs w:val="24"/>
                              </w:rPr>
                              <w:t>TEL：</w:t>
                            </w:r>
                            <w:r w:rsidR="009C2AA6" w:rsidRPr="009C2AA6">
                              <w:rPr>
                                <w:rFonts w:ascii="ＭＳ Ｐゴシック" w:eastAsia="ＭＳ Ｐゴシック" w:hAnsi="ＭＳ Ｐゴシック" w:hint="eastAsia"/>
                                <w:w w:val="150"/>
                                <w:sz w:val="24"/>
                                <w:szCs w:val="24"/>
                              </w:rPr>
                              <w:t xml:space="preserve">０５３－５８３－０４４３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" o:spid="_x0000_s1030" style="position:absolute;margin-left:-8.9pt;margin-top:15.6pt;width:504.7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" filled="f">
                <v:textbox inset="5.85pt,.7pt,5.85pt,.7pt">
                  <w:txbxContent>
                    <w:p w:rsidR="009C2AA6" w:rsidRPr="009C2AA6" w:rsidRDefault="009C2AA6" w:rsidP="009C2AA6">
                      <w:pPr>
                        <w:spacing w:line="300" w:lineRule="exact"/>
                        <w:ind w:left="1440" w:hangingChars="600" w:hanging="1440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9C2AA6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お問い合わせ先</w:t>
                      </w:r>
                    </w:p>
                    <w:p w:rsidR="00950363" w:rsidRDefault="00950363" w:rsidP="009C2AA6">
                      <w:pPr>
                        <w:spacing w:line="300" w:lineRule="exact"/>
                        <w:ind w:left="1440" w:hangingChars="600" w:hanging="1440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行事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  <w:t xml:space="preserve">運営　</w:t>
                      </w:r>
                      <w:r w:rsidR="00D70364" w:rsidRPr="00D70364">
                        <w:rPr>
                          <w:rFonts w:ascii="ＭＳ Ｐゴシック" w:eastAsia="ＭＳ Ｐゴシック" w:hAnsi="ＭＳ Ｐゴシック" w:cs="Meiryo UI" w:hint="eastAsia"/>
                          <w:color w:val="000000" w:themeColor="text1"/>
                          <w:sz w:val="28"/>
                          <w:szCs w:val="28"/>
                          <w:lang w:val="ja-JP"/>
                        </w:rPr>
                        <w:t>ＮＰＯ法人　あそび子育て研究協会</w:t>
                      </w:r>
                      <w:r w:rsidR="00917F31">
                        <w:rPr>
                          <w:rFonts w:ascii="ＭＳ Ｐゴシック" w:eastAsia="ＭＳ Ｐゴシック" w:hAnsi="ＭＳ Ｐゴシック" w:cs="Meiryo UI"/>
                          <w:color w:val="000000" w:themeColor="text1"/>
                          <w:sz w:val="28"/>
                          <w:szCs w:val="28"/>
                          <w:lang w:val="ja-JP"/>
                        </w:rPr>
                        <w:t xml:space="preserve">　</w:t>
                      </w:r>
                      <w:r w:rsidR="00917F31">
                        <w:rPr>
                          <w:rFonts w:ascii="ＭＳ Ｐゴシック" w:eastAsia="ＭＳ Ｐゴシック" w:hAnsi="ＭＳ Ｐゴシック" w:cs="Meiryo UI" w:hint="eastAsia"/>
                          <w:color w:val="000000" w:themeColor="text1"/>
                          <w:sz w:val="28"/>
                          <w:szCs w:val="28"/>
                          <w:lang w:val="ja-JP"/>
                        </w:rPr>
                        <w:t>携帯</w:t>
                      </w:r>
                      <w:r w:rsidR="00917F31"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：</w:t>
                      </w:r>
                      <w:r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９０</w:t>
                      </w:r>
                      <w:r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－</w:t>
                      </w:r>
                      <w:r w:rsidR="00D70364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７０３６</w:t>
                      </w:r>
                      <w:r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－</w:t>
                      </w:r>
                      <w:r w:rsidR="00D70364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>６４５４</w:t>
                      </w:r>
                    </w:p>
                    <w:p w:rsidR="009C2AA6" w:rsidRPr="009C2AA6" w:rsidRDefault="00950363" w:rsidP="009C2AA6">
                      <w:pPr>
                        <w:spacing w:line="300" w:lineRule="exact"/>
                        <w:ind w:left="1440" w:hangingChars="600" w:hanging="1440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企画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  <w:t xml:space="preserve">広報　</w:t>
                      </w:r>
                      <w:r w:rsidR="009C2AA6" w:rsidRPr="009C2AA6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静岡県立森林公園　バードピア浜北</w:t>
                      </w:r>
                      <w:r w:rsidR="009C2AA6"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 w:rsidR="009C2AA6" w:rsidRPr="009C2AA6">
                        <w:rPr>
                          <w:rFonts w:ascii="ＭＳ Ｐゴシック" w:eastAsia="ＭＳ Ｐゴシック" w:hAnsi="ＭＳ Ｐゴシック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 w:rsidR="00D70364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 xml:space="preserve">　</w:t>
                      </w:r>
                      <w:r w:rsidR="009C2AA6" w:rsidRPr="00D70364">
                        <w:rPr>
                          <w:rFonts w:ascii="ＭＳ ゴシック" w:eastAsia="ＭＳ ゴシック" w:hAnsi="ＭＳ ゴシック" w:hint="eastAsia"/>
                          <w:w w:val="150"/>
                          <w:sz w:val="24"/>
                          <w:szCs w:val="24"/>
                        </w:rPr>
                        <w:t>TEL：</w:t>
                      </w:r>
                      <w:r w:rsidR="009C2AA6" w:rsidRPr="009C2AA6">
                        <w:rPr>
                          <w:rFonts w:ascii="ＭＳ Ｐゴシック" w:eastAsia="ＭＳ Ｐゴシック" w:hAnsi="ＭＳ Ｐゴシック" w:hint="eastAsia"/>
                          <w:w w:val="150"/>
                          <w:sz w:val="24"/>
                          <w:szCs w:val="24"/>
                        </w:rPr>
                        <w:t xml:space="preserve">０５３－５８３－０４４３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15328" w:rsidRPr="00515328" w:rsidRDefault="00515328" w:rsidP="00515328">
      <w:pPr>
        <w:rPr>
          <w:lang w:val="ja-JP"/>
        </w:rPr>
      </w:pPr>
    </w:p>
    <w:sectPr w:rsidR="00515328" w:rsidRPr="00515328" w:rsidSect="00F14458">
      <w:pgSz w:w="11907" w:h="16839" w:code="9"/>
      <w:pgMar w:top="1701" w:right="1134" w:bottom="1701" w:left="1588" w:header="720" w:footer="794" w:gutter="0"/>
      <w:cols w:space="720"/>
      <w:docGrid w:linePitch="367" w:charSpace="103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F20" w:rsidRDefault="00EE0F20">
      <w:pPr>
        <w:spacing w:after="0" w:line="240" w:lineRule="auto"/>
      </w:pPr>
      <w:r>
        <w:separator/>
      </w:r>
    </w:p>
  </w:endnote>
  <w:endnote w:type="continuationSeparator" w:id="0">
    <w:p w:rsidR="00EE0F20" w:rsidRDefault="00EE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F20" w:rsidRDefault="00EE0F20">
      <w:pPr>
        <w:spacing w:after="0" w:line="240" w:lineRule="auto"/>
      </w:pPr>
      <w:r>
        <w:separator/>
      </w:r>
    </w:p>
  </w:footnote>
  <w:footnote w:type="continuationSeparator" w:id="0">
    <w:p w:rsidR="00EE0F20" w:rsidRDefault="00EE0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7961B0C"/>
    <w:lvl w:ilvl="0">
      <w:start w:val="1"/>
      <w:numFmt w:val="bullet"/>
      <w:pStyle w:val="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720"/>
  <w:drawingGridHorizontalSpacing w:val="205"/>
  <w:drawingGridVerticalSpacing w:val="367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8C"/>
    <w:rsid w:val="00017C9C"/>
    <w:rsid w:val="000275A5"/>
    <w:rsid w:val="000A24FC"/>
    <w:rsid w:val="000A3CE8"/>
    <w:rsid w:val="00124446"/>
    <w:rsid w:val="00127D11"/>
    <w:rsid w:val="0015435D"/>
    <w:rsid w:val="0016003F"/>
    <w:rsid w:val="001B1A37"/>
    <w:rsid w:val="001B4443"/>
    <w:rsid w:val="00214604"/>
    <w:rsid w:val="002532FF"/>
    <w:rsid w:val="002A51B8"/>
    <w:rsid w:val="00301DC5"/>
    <w:rsid w:val="0033762E"/>
    <w:rsid w:val="003376A6"/>
    <w:rsid w:val="0034261D"/>
    <w:rsid w:val="00344A0E"/>
    <w:rsid w:val="0036327D"/>
    <w:rsid w:val="003A0EFA"/>
    <w:rsid w:val="003B2A86"/>
    <w:rsid w:val="003E2097"/>
    <w:rsid w:val="0049586A"/>
    <w:rsid w:val="004A4D0B"/>
    <w:rsid w:val="004D612C"/>
    <w:rsid w:val="00515328"/>
    <w:rsid w:val="00541B96"/>
    <w:rsid w:val="005556BD"/>
    <w:rsid w:val="00633315"/>
    <w:rsid w:val="00676729"/>
    <w:rsid w:val="00690164"/>
    <w:rsid w:val="006A680C"/>
    <w:rsid w:val="007A197E"/>
    <w:rsid w:val="00801CF3"/>
    <w:rsid w:val="0084069A"/>
    <w:rsid w:val="008574EC"/>
    <w:rsid w:val="00917F31"/>
    <w:rsid w:val="00950363"/>
    <w:rsid w:val="009C1EA9"/>
    <w:rsid w:val="009C2AA6"/>
    <w:rsid w:val="00A01DFB"/>
    <w:rsid w:val="00A1480D"/>
    <w:rsid w:val="00A47AF7"/>
    <w:rsid w:val="00A54ED0"/>
    <w:rsid w:val="00A87D53"/>
    <w:rsid w:val="00A96702"/>
    <w:rsid w:val="00AE7F03"/>
    <w:rsid w:val="00B43820"/>
    <w:rsid w:val="00B91F99"/>
    <w:rsid w:val="00BA7BB2"/>
    <w:rsid w:val="00BD7A76"/>
    <w:rsid w:val="00C269FF"/>
    <w:rsid w:val="00C26C43"/>
    <w:rsid w:val="00C32801"/>
    <w:rsid w:val="00C604BA"/>
    <w:rsid w:val="00CD1C82"/>
    <w:rsid w:val="00CD69C8"/>
    <w:rsid w:val="00D4454E"/>
    <w:rsid w:val="00D47FAA"/>
    <w:rsid w:val="00D50719"/>
    <w:rsid w:val="00D70364"/>
    <w:rsid w:val="00D706F9"/>
    <w:rsid w:val="00D8720E"/>
    <w:rsid w:val="00D9788C"/>
    <w:rsid w:val="00E37CFF"/>
    <w:rsid w:val="00E500F0"/>
    <w:rsid w:val="00EE0F20"/>
    <w:rsid w:val="00EE400C"/>
    <w:rsid w:val="00F14458"/>
    <w:rsid w:val="00F62C59"/>
    <w:rsid w:val="00F74CE6"/>
    <w:rsid w:val="00F9010F"/>
    <w:rsid w:val="00FA68FF"/>
    <w:rsid w:val="00FC5C08"/>
    <w:rsid w:val="00FF30C2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94C158-5CFD-4B9A-BBB5-A086E36F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B1A37"/>
  </w:style>
  <w:style w:type="paragraph" w:styleId="1">
    <w:name w:val="heading 1"/>
    <w:basedOn w:val="a0"/>
    <w:next w:val="a0"/>
    <w:link w:val="10"/>
    <w:uiPriority w:val="1"/>
    <w:qFormat/>
    <w:rsid w:val="001B1A37"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semiHidden/>
    <w:rsid w:val="001B1A37"/>
    <w:rPr>
      <w:color w:val="808080"/>
    </w:rPr>
  </w:style>
  <w:style w:type="paragraph" w:customStyle="1" w:styleId="a5">
    <w:name w:val="タイトル"/>
    <w:basedOn w:val="a0"/>
    <w:next w:val="a0"/>
    <w:link w:val="a6"/>
    <w:uiPriority w:val="1"/>
    <w:qFormat/>
    <w:rsid w:val="001B1A37"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a6">
    <w:name w:val="タイトルの文字"/>
    <w:basedOn w:val="a1"/>
    <w:link w:val="a5"/>
    <w:uiPriority w:val="1"/>
    <w:rsid w:val="001B1A37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customStyle="1" w:styleId="a7">
    <w:name w:val="テーブル グリッド"/>
    <w:basedOn w:val="a2"/>
    <w:uiPriority w:val="39"/>
    <w:rsid w:val="001B1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1"/>
    <w:link w:val="1"/>
    <w:uiPriority w:val="1"/>
    <w:rsid w:val="001B1A37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customStyle="1" w:styleId="a">
    <w:name w:val="箇条書きリスト"/>
    <w:basedOn w:val="a0"/>
    <w:uiPriority w:val="1"/>
    <w:unhideWhenUsed/>
    <w:qFormat/>
    <w:rsid w:val="001B1A37"/>
    <w:pPr>
      <w:numPr>
        <w:numId w:val="1"/>
      </w:numPr>
    </w:pPr>
  </w:style>
  <w:style w:type="paragraph" w:customStyle="1" w:styleId="a8">
    <w:name w:val="キャプション"/>
    <w:basedOn w:val="a0"/>
    <w:next w:val="a0"/>
    <w:uiPriority w:val="2"/>
    <w:unhideWhenUsed/>
    <w:qFormat/>
    <w:rsid w:val="001B1A37"/>
    <w:pPr>
      <w:spacing w:after="0" w:line="240" w:lineRule="auto"/>
    </w:pPr>
    <w:rPr>
      <w:i/>
      <w:iCs/>
      <w:sz w:val="16"/>
    </w:rPr>
  </w:style>
  <w:style w:type="character" w:customStyle="1" w:styleId="a9">
    <w:name w:val="強調"/>
    <w:basedOn w:val="a1"/>
    <w:uiPriority w:val="2"/>
    <w:qFormat/>
    <w:rsid w:val="001B1A37"/>
    <w:rPr>
      <w:b/>
      <w:bCs/>
    </w:rPr>
  </w:style>
  <w:style w:type="paragraph" w:styleId="aa">
    <w:name w:val="header"/>
    <w:basedOn w:val="a0"/>
    <w:link w:val="ab"/>
    <w:uiPriority w:val="4"/>
    <w:unhideWhenUsed/>
    <w:rsid w:val="001B1A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ヘッダー (文字)"/>
    <w:basedOn w:val="a1"/>
    <w:link w:val="aa"/>
    <w:uiPriority w:val="4"/>
    <w:rsid w:val="001B1A37"/>
  </w:style>
  <w:style w:type="paragraph" w:styleId="ac">
    <w:name w:val="footer"/>
    <w:basedOn w:val="a0"/>
    <w:link w:val="ad"/>
    <w:uiPriority w:val="4"/>
    <w:unhideWhenUsed/>
    <w:qFormat/>
    <w:rsid w:val="001B1A37"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ad">
    <w:name w:val="フッター (文字)"/>
    <w:basedOn w:val="a1"/>
    <w:link w:val="ac"/>
    <w:uiPriority w:val="4"/>
    <w:rsid w:val="001B1A37"/>
    <w:rPr>
      <w:sz w:val="17"/>
    </w:rPr>
  </w:style>
  <w:style w:type="paragraph" w:customStyle="1" w:styleId="ae">
    <w:name w:val="会社名"/>
    <w:basedOn w:val="a0"/>
    <w:uiPriority w:val="4"/>
    <w:qFormat/>
    <w:rsid w:val="001B1A37"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customStyle="1" w:styleId="af">
    <w:name w:val="間隔なし"/>
    <w:uiPriority w:val="36"/>
    <w:unhideWhenUsed/>
    <w:qFormat/>
    <w:rsid w:val="001B1A37"/>
    <w:pPr>
      <w:spacing w:after="0" w:line="240" w:lineRule="auto"/>
    </w:pPr>
  </w:style>
  <w:style w:type="paragraph" w:styleId="af0">
    <w:name w:val="Date"/>
    <w:basedOn w:val="a0"/>
    <w:next w:val="a0"/>
    <w:link w:val="af1"/>
    <w:uiPriority w:val="3"/>
    <w:unhideWhenUsed/>
    <w:qFormat/>
    <w:rsid w:val="001B1A37"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af1">
    <w:name w:val="日付 (文字)"/>
    <w:basedOn w:val="a1"/>
    <w:link w:val="af0"/>
    <w:uiPriority w:val="3"/>
    <w:rsid w:val="001B1A37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f2">
    <w:name w:val="住所"/>
    <w:basedOn w:val="a0"/>
    <w:uiPriority w:val="4"/>
    <w:qFormat/>
    <w:rsid w:val="001B1A37"/>
    <w:pPr>
      <w:spacing w:after="0" w:line="240" w:lineRule="auto"/>
    </w:pPr>
    <w:rPr>
      <w:sz w:val="40"/>
    </w:rPr>
  </w:style>
  <w:style w:type="paragraph" w:styleId="af3">
    <w:name w:val="Balloon Text"/>
    <w:basedOn w:val="a0"/>
    <w:link w:val="af4"/>
    <w:uiPriority w:val="99"/>
    <w:semiHidden/>
    <w:unhideWhenUsed/>
    <w:rsid w:val="004D61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1"/>
    <w:link w:val="af3"/>
    <w:uiPriority w:val="99"/>
    <w:semiHidden/>
    <w:rsid w:val="004D6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ko\AppData\Roaming\Microsoft\Templates\&#12499;&#12472;&#12493;&#12473;&#29992;&#12481;&#12521;&#12471;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AD497-2869-4624-8900-6D8A94AD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ビジネス用チラシ.dotx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&lt;[Event Date]&gt; &lt;[Event Time]&gt;</vt:lpstr>
      <vt:lpstr>        &lt;[Event Address, City, ST  ZIP Code]&gt;/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梅林正</dc:creator>
  <cp:keywords/>
  <dc:description/>
  <cp:lastModifiedBy>土屋愛</cp:lastModifiedBy>
  <cp:revision>2</cp:revision>
  <cp:lastPrinted>2017-09-24T13:36:00Z</cp:lastPrinted>
  <dcterms:created xsi:type="dcterms:W3CDTF">2017-09-24T14:15:00Z</dcterms:created>
  <dcterms:modified xsi:type="dcterms:W3CDTF">2017-09-24T14:15:00Z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